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7F243636" w:rsidR="00F422D3" w:rsidRDefault="00F422D3" w:rsidP="00B42F40">
      <w:pPr>
        <w:pStyle w:val="Titul2"/>
      </w:pPr>
      <w:r>
        <w:t>Název zakázky: „</w:t>
      </w:r>
      <w:r w:rsidR="00EB3F1B" w:rsidRPr="00EB3F1B">
        <w:t xml:space="preserve">Oprava osvětlení </w:t>
      </w:r>
      <w:proofErr w:type="spellStart"/>
      <w:r w:rsidR="00EB3F1B" w:rsidRPr="00EB3F1B">
        <w:t>žst</w:t>
      </w:r>
      <w:proofErr w:type="spellEnd"/>
      <w:r w:rsidR="00EB3F1B" w:rsidRPr="00EB3F1B">
        <w:t xml:space="preserve">. Ostrava </w:t>
      </w:r>
      <w:proofErr w:type="spellStart"/>
      <w:proofErr w:type="gramStart"/>
      <w:r w:rsidR="00EB3F1B" w:rsidRPr="00EB3F1B">
        <w:t>hl.n</w:t>
      </w:r>
      <w:proofErr w:type="spellEnd"/>
      <w:r w:rsidR="00EB3F1B" w:rsidRPr="00EB3F1B">
        <w:t>.</w:t>
      </w:r>
      <w:proofErr w:type="gramEnd"/>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0368DD93"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EB3F1B">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0B8A893" w:rsidR="00F24489" w:rsidRDefault="00F24489" w:rsidP="00EB3F1B">
      <w:pPr>
        <w:pStyle w:val="Text1-1"/>
      </w:pPr>
      <w:r w:rsidRPr="00F97DBD">
        <w:t xml:space="preserve">Objednatel oznámil uveřejněním </w:t>
      </w:r>
      <w:r>
        <w:t xml:space="preserve">na profilu zadavatele: </w:t>
      </w:r>
      <w:hyperlink r:id="rId11" w:history="1">
        <w:r w:rsidR="00F8673E" w:rsidRPr="00BB7019">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EB3F1B">
        <w:t>20221</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EB3F1B" w:rsidRPr="00EB3F1B">
        <w:rPr>
          <w:b/>
        </w:rPr>
        <w:t xml:space="preserve">Oprava osvětlení </w:t>
      </w:r>
      <w:proofErr w:type="spellStart"/>
      <w:r w:rsidR="00EB3F1B" w:rsidRPr="00EB3F1B">
        <w:rPr>
          <w:b/>
        </w:rPr>
        <w:t>žst</w:t>
      </w:r>
      <w:proofErr w:type="spellEnd"/>
      <w:r w:rsidR="00EB3F1B" w:rsidRPr="00EB3F1B">
        <w:rPr>
          <w:b/>
        </w:rPr>
        <w:t xml:space="preserve">. Ostrava </w:t>
      </w:r>
      <w:proofErr w:type="spellStart"/>
      <w:proofErr w:type="gramStart"/>
      <w:r w:rsidR="00EB3F1B" w:rsidRPr="00EB3F1B">
        <w:rPr>
          <w:b/>
        </w:rPr>
        <w:t>hl.n</w:t>
      </w:r>
      <w:proofErr w:type="spellEnd"/>
      <w:r w:rsidR="00EB3F1B" w:rsidRPr="00EB3F1B">
        <w:rPr>
          <w:b/>
        </w:rPr>
        <w:t>.</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8673E" w:rsidRDefault="00F24489" w:rsidP="00F24489">
      <w:pPr>
        <w:pStyle w:val="Textbezslovn"/>
      </w:pPr>
      <w:r w:rsidRPr="00F8673E">
        <w:t xml:space="preserve">slovy: </w:t>
      </w:r>
      <w:r w:rsidRPr="00F8673E">
        <w:tab/>
      </w:r>
      <w:r w:rsidRPr="00F8673E">
        <w:tab/>
      </w:r>
      <w:r w:rsidRPr="00F8673E">
        <w:tab/>
      </w:r>
      <w:r w:rsidRPr="00F8673E">
        <w:fldChar w:fldCharType="begin"/>
      </w:r>
      <w:r w:rsidRPr="00F8673E">
        <w:instrText xml:space="preserve"> MACROBUTTON  VložitŠirokouMezeru "[VLOŽÍ ZHOTOVITEL]" </w:instrText>
      </w:r>
      <w:r w:rsidRPr="00F8673E">
        <w:fldChar w:fldCharType="end"/>
      </w:r>
      <w:r w:rsidRPr="00F8673E">
        <w:t>korun českých</w:t>
      </w:r>
    </w:p>
    <w:p w14:paraId="57F86C81" w14:textId="77777777" w:rsidR="00F24489" w:rsidRDefault="00B84ECC" w:rsidP="00F24489">
      <w:pPr>
        <w:pStyle w:val="Textbezslovn"/>
      </w:pPr>
      <w:r w:rsidRPr="00F8673E">
        <w:t xml:space="preserve">Rekapitulace </w:t>
      </w:r>
      <w:r w:rsidR="00F24489" w:rsidRPr="00F8673E">
        <w:t>Ceny Díla dle stavebních objektů (SO) a provozních souborů (PS) je uveden</w:t>
      </w:r>
      <w:r w:rsidRPr="00F8673E">
        <w:t>a</w:t>
      </w:r>
      <w:r w:rsidR="00F24489" w:rsidRPr="00F8673E">
        <w:t xml:space="preserve"> v </w:t>
      </w:r>
      <w:hyperlink w:anchor="ListAnnex04" w:history="1">
        <w:r w:rsidR="00F24489" w:rsidRPr="00F8673E">
          <w:rPr>
            <w:rStyle w:val="Hypertextovodkaz"/>
            <w:rFonts w:cs="Calibri"/>
            <w:color w:val="auto"/>
          </w:rPr>
          <w:t>Příloze č. 4</w:t>
        </w:r>
      </w:hyperlink>
      <w:r w:rsidR="00F24489" w:rsidRPr="00F8673E">
        <w:t xml:space="preserve"> </w:t>
      </w:r>
      <w:proofErr w:type="gramStart"/>
      <w:r w:rsidR="00F24489" w:rsidRPr="00F8673E">
        <w:t>této</w:t>
      </w:r>
      <w:proofErr w:type="gramEnd"/>
      <w:r w:rsidR="00F24489" w:rsidRPr="00F8673E">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21A58DD4" w:rsidR="00F24489" w:rsidRPr="00F24489" w:rsidRDefault="00F24489" w:rsidP="00F24489">
      <w:pPr>
        <w:pStyle w:val="Textbezslovn"/>
        <w:rPr>
          <w:b/>
        </w:rPr>
      </w:pPr>
      <w:r w:rsidRPr="00F24489">
        <w:rPr>
          <w:b/>
        </w:rPr>
        <w:t>Celková lhůta pro dokončení Díla</w:t>
      </w:r>
      <w:r w:rsidR="001F1F00">
        <w:rPr>
          <w:b/>
        </w:rPr>
        <w:t xml:space="preserve">: do </w:t>
      </w:r>
      <w:r w:rsidR="00B7089C">
        <w:rPr>
          <w:b/>
        </w:rPr>
        <w:t>15</w:t>
      </w:r>
      <w:r w:rsidR="00EB3F1B">
        <w:rPr>
          <w:b/>
        </w:rPr>
        <w:t>. 12. 2020</w:t>
      </w:r>
      <w:r w:rsidRPr="00F24489">
        <w:rPr>
          <w:b/>
        </w:rPr>
        <w:t xml:space="preserve"> (dokladem prokazujícím, že Zhotovitel dokončil celé Dílo, je Předávací protokol dle odst. 10.4 Obchodních podmínek).</w:t>
      </w:r>
    </w:p>
    <w:p w14:paraId="2FF97F65" w14:textId="68DA606C" w:rsidR="00F24489" w:rsidRDefault="00F24489" w:rsidP="00F24489">
      <w:pPr>
        <w:pStyle w:val="Textbezslovn"/>
      </w:pPr>
      <w:r w:rsidRPr="00F97DBD">
        <w:t xml:space="preserve">Lhůta pro dokončení stavebních prací </w:t>
      </w:r>
      <w:r w:rsidR="001F1F00">
        <w:t xml:space="preserve">do </w:t>
      </w:r>
      <w:r w:rsidR="00B7089C">
        <w:t xml:space="preserve">15. </w:t>
      </w:r>
      <w:r w:rsidR="00EB3F1B">
        <w:t>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3841ED7D" w14:textId="736A214C" w:rsidR="00EB3F1B" w:rsidRPr="00EB3F1B" w:rsidRDefault="00EB3F1B" w:rsidP="00EB3F1B">
      <w:pPr>
        <w:pStyle w:val="Text1-1"/>
      </w:pPr>
      <w:r w:rsidRPr="00EB3F1B">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612E5C" w14:textId="4C431654" w:rsidR="00EB3F1B" w:rsidRPr="00EB3F1B" w:rsidRDefault="00EB3F1B" w:rsidP="00EB3F1B">
      <w:pPr>
        <w:pStyle w:val="Text1-1"/>
      </w:pPr>
      <w:r w:rsidRPr="00EB3F1B">
        <w:t>Při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397360B" w14:textId="5348EA67" w:rsidR="00EB3F1B" w:rsidRPr="00CB36AB" w:rsidRDefault="00EB3F1B" w:rsidP="00EB3F1B">
      <w:pPr>
        <w:pStyle w:val="Text1-1"/>
      </w:pPr>
      <w:r w:rsidRPr="00CB36AB">
        <w:t>Ustanovení bodu 9.2 až 9.5 a bodu 9.7. Obchodních podmínek, stejně jako související ustanovení týkající se přejímacích zkoušek, se nepoužijí.</w:t>
      </w:r>
    </w:p>
    <w:p w14:paraId="37767846" w14:textId="5B4E3D6C" w:rsidR="00214C3E" w:rsidRDefault="00214C3E" w:rsidP="00EB3F1B">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lastRenderedPageBreak/>
        <w:t>Bod 13.9 Obchodních podmínek se mění takto:</w:t>
      </w:r>
    </w:p>
    <w:p w14:paraId="3AC0651A" w14:textId="297BB5F5"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C43C2B4" w14:textId="77777777" w:rsidR="00F8673E" w:rsidRDefault="00214C3E" w:rsidP="00214C3E">
            <w:pPr>
              <w:pStyle w:val="Textbezslovn"/>
            </w:pPr>
            <w:r w:rsidRPr="00F97DBD">
              <w:t>Technické podmínky:</w:t>
            </w:r>
          </w:p>
          <w:p w14:paraId="6821DB14" w14:textId="55C0C146"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0CAA18EF" w:rsidR="00214C3E" w:rsidRPr="00F97DBD" w:rsidRDefault="00214C3E" w:rsidP="00CB36AB">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260B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C97B11D" w:rsidR="0083293C" w:rsidRDefault="00E463D2" w:rsidP="008274B9">
      <w:pPr>
        <w:pStyle w:val="Odstavec1-1a"/>
        <w:contextualSpacing w:val="0"/>
      </w:pPr>
      <w:r w:rsidRPr="00F97DBD">
        <w:t>Zvláštní technické podmínky</w:t>
      </w:r>
      <w:r w:rsidR="0083293C">
        <w:t xml:space="preserve"> ze dne </w:t>
      </w:r>
      <w:r w:rsidR="00CB36AB">
        <w:t>03. 08. 2020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040941C7" w14:textId="004AE672" w:rsidR="006C0BB6" w:rsidRDefault="006C0BB6" w:rsidP="00F8673E">
      <w:pPr>
        <w:pStyle w:val="Odrka1-1"/>
        <w:numPr>
          <w:ilvl w:val="0"/>
          <w:numId w:val="0"/>
        </w:numPr>
        <w:ind w:left="1077" w:hanging="340"/>
        <w:rPr>
          <w:highlight w:val="green"/>
        </w:rPr>
      </w:pPr>
    </w:p>
    <w:p w14:paraId="75F3E65A" w14:textId="792864D8" w:rsidR="00CB36AB" w:rsidRPr="00E41C63" w:rsidRDefault="00CB36AB" w:rsidP="00F8673E">
      <w:pPr>
        <w:pStyle w:val="Odrka1-1"/>
        <w:numPr>
          <w:ilvl w:val="0"/>
          <w:numId w:val="6"/>
        </w:numPr>
      </w:pPr>
      <w:r w:rsidRPr="00E41C63">
        <w:t xml:space="preserve">Technická zpráva (zadávací dokumentace stavby) ze dne </w:t>
      </w:r>
      <w:r>
        <w:t>03. 08.</w:t>
      </w:r>
      <w:r w:rsidRPr="00E41C63">
        <w:t xml:space="preserve"> 2020:</w:t>
      </w:r>
    </w:p>
    <w:p w14:paraId="28D9019C" w14:textId="77777777" w:rsidR="00CB36AB" w:rsidRPr="00E41C63" w:rsidRDefault="00CB36AB" w:rsidP="00F8673E">
      <w:pPr>
        <w:pStyle w:val="Odrka1-1"/>
        <w:numPr>
          <w:ilvl w:val="0"/>
          <w:numId w:val="0"/>
        </w:numPr>
        <w:ind w:left="1077"/>
      </w:pPr>
      <w:r w:rsidRPr="00E41C63">
        <w:t>(technická zpráva byla poskytnuta jako součást zadávací dokumentace uveřejněné na profilu zadavatele)</w:t>
      </w:r>
    </w:p>
    <w:p w14:paraId="547766EC" w14:textId="0ED7FB9A" w:rsidR="00CB36AB" w:rsidRDefault="00CB36AB" w:rsidP="00F8673E">
      <w:pPr>
        <w:pStyle w:val="Odrka1-1"/>
        <w:numPr>
          <w:ilvl w:val="0"/>
          <w:numId w:val="0"/>
        </w:numPr>
        <w:ind w:left="1077" w:hanging="340"/>
        <w:rPr>
          <w:highlight w:val="green"/>
        </w:rPr>
      </w:pPr>
    </w:p>
    <w:p w14:paraId="00F0B5D1" w14:textId="5DAF0BD7" w:rsidR="00CB36AB" w:rsidRPr="00994BB4" w:rsidRDefault="00CB36AB" w:rsidP="00F8673E">
      <w:pPr>
        <w:pStyle w:val="Text1-1"/>
        <w:numPr>
          <w:ilvl w:val="0"/>
          <w:numId w:val="42"/>
        </w:numPr>
        <w:ind w:left="1077" w:hanging="284"/>
      </w:pPr>
      <w:r>
        <w:t>P</w:t>
      </w:r>
      <w:r w:rsidRPr="00994BB4">
        <w:t>rojektová dokumentace</w:t>
      </w:r>
      <w:r w:rsidR="00F8673E">
        <w:t xml:space="preserve"> pro realizaci stavby </w:t>
      </w:r>
      <w:r w:rsidRPr="00994BB4">
        <w:t>-</w:t>
      </w:r>
      <w:r w:rsidRPr="00994BB4">
        <w:rPr>
          <w:rFonts w:cs="Calibri"/>
          <w:szCs w:val="20"/>
        </w:rPr>
        <w:t xml:space="preserve"> PD - Oprava osvětlovacích věží Ostrava (</w:t>
      </w:r>
      <w:proofErr w:type="spellStart"/>
      <w:proofErr w:type="gramStart"/>
      <w:r w:rsidRPr="00994BB4">
        <w:rPr>
          <w:rFonts w:cs="Calibri"/>
          <w:szCs w:val="20"/>
        </w:rPr>
        <w:t>O.levé</w:t>
      </w:r>
      <w:proofErr w:type="spellEnd"/>
      <w:proofErr w:type="gramEnd"/>
      <w:r w:rsidRPr="00994BB4">
        <w:rPr>
          <w:rFonts w:cs="Calibri"/>
          <w:szCs w:val="20"/>
        </w:rPr>
        <w:t xml:space="preserve"> n. a OMH), SO 03 - Oprava osvětlovacích věží 1ONV-9ONV,</w:t>
      </w:r>
      <w:r w:rsidRPr="00994BB4">
        <w:t xml:space="preserve"> zpracovatel TRAMO RAIL, a.s., Železniční 547/4a, Chválkovice, 779 00 Olomouc, IČO 253 69 610.</w:t>
      </w:r>
    </w:p>
    <w:p w14:paraId="3C097677" w14:textId="3D997929" w:rsidR="00CB36AB" w:rsidRPr="00E41C63" w:rsidRDefault="00CB36AB" w:rsidP="00F8673E">
      <w:pPr>
        <w:pStyle w:val="Odrka1-2-"/>
        <w:numPr>
          <w:ilvl w:val="0"/>
          <w:numId w:val="0"/>
        </w:numPr>
        <w:ind w:left="1077"/>
      </w:pPr>
      <w:r>
        <w:t>(</w:t>
      </w:r>
      <w:r w:rsidRPr="00E41C63">
        <w:t>projektová dokumentace byla poskytnuta jako součást zadávací dokumentace</w:t>
      </w:r>
    </w:p>
    <w:p w14:paraId="52128F3E" w14:textId="77777777" w:rsidR="00CB36AB" w:rsidRDefault="00CB36AB" w:rsidP="00F8673E">
      <w:pPr>
        <w:pStyle w:val="Odrka1-2-"/>
        <w:numPr>
          <w:ilvl w:val="0"/>
          <w:numId w:val="0"/>
        </w:numPr>
        <w:ind w:left="1077"/>
      </w:pPr>
      <w:r w:rsidRPr="00E41C63">
        <w:t>uveřejněné na profilu zadavatele)</w:t>
      </w:r>
    </w:p>
    <w:p w14:paraId="71D6A0CD" w14:textId="77777777" w:rsidR="00CB36AB" w:rsidRPr="00CB36AB" w:rsidRDefault="00CB36AB" w:rsidP="00F8673E">
      <w:pPr>
        <w:pStyle w:val="Odrka1-1"/>
        <w:numPr>
          <w:ilvl w:val="0"/>
          <w:numId w:val="0"/>
        </w:numPr>
        <w:ind w:left="1077" w:hanging="340"/>
        <w:rPr>
          <w:highlight w:val="green"/>
        </w:rPr>
        <w:sectPr w:rsidR="00CB36AB" w:rsidRPr="00CB36AB"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673E" w:rsidRPr="00F95FBD" w14:paraId="1612D19B" w14:textId="77777777" w:rsidTr="00F8673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F8673E" w:rsidRPr="00F95FBD" w:rsidRDefault="00F8673E"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F8673E" w:rsidRPr="00F95FBD" w:rsidRDefault="00F8673E"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F8673E" w:rsidRPr="00F95FBD" w14:paraId="42F2ABB4" w14:textId="77777777" w:rsidTr="00F8673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F8673E" w:rsidRPr="00F95FBD" w:rsidRDefault="00F8673E"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F8673E" w:rsidRPr="00F95FBD" w:rsidRDefault="00F8673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F8673E" w:rsidRPr="00F95FBD" w14:paraId="478B1311" w14:textId="77777777" w:rsidTr="00F8673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F8673E" w:rsidRPr="00F95FBD" w:rsidRDefault="00F8673E"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471AA901" w:rsidR="00F8673E" w:rsidRPr="00E80634" w:rsidRDefault="009260B7" w:rsidP="00F8673E">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BB7019">
                <w:rPr>
                  <w:rStyle w:val="Hypertextovodkaz"/>
                  <w:noProof w:val="0"/>
                </w:rPr>
                <w:t>Macho@spravazeleznic.cz</w:t>
              </w:r>
            </w:hyperlink>
          </w:p>
        </w:tc>
      </w:tr>
      <w:tr w:rsidR="00F8673E" w:rsidRPr="00F95FBD" w14:paraId="4EB20389" w14:textId="77777777" w:rsidTr="00F8673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F8673E" w:rsidRPr="00F95FBD" w:rsidRDefault="00F8673E"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F8673E" w:rsidRPr="00F95FBD" w:rsidRDefault="00F8673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B36AB"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CB36AB" w:rsidRPr="00F95FBD" w:rsidRDefault="00CB36AB" w:rsidP="00CB36AB">
            <w:pPr>
              <w:pStyle w:val="Tabulka"/>
              <w:rPr>
                <w:rStyle w:val="Nadpisvtabulce"/>
                <w:b w:val="0"/>
              </w:rPr>
            </w:pPr>
            <w:r w:rsidRPr="00F95FBD">
              <w:rPr>
                <w:rStyle w:val="Nadpisvtabulce"/>
                <w:b w:val="0"/>
              </w:rPr>
              <w:t>Jméno a příjmení</w:t>
            </w:r>
          </w:p>
        </w:tc>
        <w:tc>
          <w:tcPr>
            <w:tcW w:w="5812" w:type="dxa"/>
          </w:tcPr>
          <w:p w14:paraId="0E95F846" w14:textId="505DB0F2" w:rsidR="00CB36AB" w:rsidRPr="00CB36AB" w:rsidRDefault="00CB36AB" w:rsidP="00CB36AB">
            <w:pPr>
              <w:pStyle w:val="Tabulka"/>
              <w:cnfStyle w:val="100000000000" w:firstRow="1" w:lastRow="0" w:firstColumn="0" w:lastColumn="0" w:oddVBand="0" w:evenVBand="0" w:oddHBand="0" w:evenHBand="0" w:firstRowFirstColumn="0" w:firstRowLastColumn="0" w:lastRowFirstColumn="0" w:lastRowLastColumn="0"/>
              <w:rPr>
                <w:sz w:val="18"/>
              </w:rPr>
            </w:pPr>
            <w:r w:rsidRPr="00CB36AB">
              <w:rPr>
                <w:sz w:val="18"/>
              </w:rPr>
              <w:t>Ing. Jaromír HUBAČ</w:t>
            </w:r>
          </w:p>
        </w:tc>
      </w:tr>
      <w:tr w:rsidR="00CB36AB"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CB36AB" w:rsidRPr="00F95FBD" w:rsidRDefault="00CB36AB" w:rsidP="00CB36AB">
            <w:pPr>
              <w:pStyle w:val="Tabulka"/>
              <w:rPr>
                <w:sz w:val="18"/>
              </w:rPr>
            </w:pPr>
            <w:r w:rsidRPr="00F95FBD">
              <w:rPr>
                <w:sz w:val="18"/>
              </w:rPr>
              <w:t>Adresa</w:t>
            </w:r>
          </w:p>
        </w:tc>
        <w:tc>
          <w:tcPr>
            <w:tcW w:w="5812" w:type="dxa"/>
          </w:tcPr>
          <w:p w14:paraId="339D90B7" w14:textId="5E522E4E"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sidRPr="00CB36AB">
              <w:rPr>
                <w:sz w:val="18"/>
              </w:rPr>
              <w:t>Správa železnic, státní organizace, OŘ OVA, Muglinovská 1038/5, 702 00 Ostrava</w:t>
            </w:r>
          </w:p>
        </w:tc>
      </w:tr>
      <w:tr w:rsidR="00CB36AB"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CB36AB" w:rsidRPr="00F95FBD" w:rsidRDefault="00CB36AB" w:rsidP="00CB36AB">
            <w:pPr>
              <w:pStyle w:val="Tabulka"/>
              <w:rPr>
                <w:sz w:val="18"/>
              </w:rPr>
            </w:pPr>
            <w:r w:rsidRPr="00F95FBD">
              <w:rPr>
                <w:sz w:val="18"/>
              </w:rPr>
              <w:t>E-mail</w:t>
            </w:r>
          </w:p>
        </w:tc>
        <w:tc>
          <w:tcPr>
            <w:tcW w:w="5812" w:type="dxa"/>
          </w:tcPr>
          <w:p w14:paraId="08CE3CA8" w14:textId="260F57D6"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sidRPr="00CB36AB">
              <w:rPr>
                <w:sz w:val="18"/>
              </w:rPr>
              <w:t>Hubac@spravazeleznic.cz</w:t>
            </w:r>
          </w:p>
        </w:tc>
      </w:tr>
      <w:tr w:rsidR="00CB36AB"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CB36AB" w:rsidRPr="00F95FBD" w:rsidRDefault="00CB36AB" w:rsidP="00CB36AB">
            <w:pPr>
              <w:pStyle w:val="Tabulka"/>
              <w:rPr>
                <w:sz w:val="18"/>
              </w:rPr>
            </w:pPr>
            <w:r w:rsidRPr="00F95FBD">
              <w:rPr>
                <w:sz w:val="18"/>
              </w:rPr>
              <w:t>Telefon</w:t>
            </w:r>
          </w:p>
        </w:tc>
        <w:tc>
          <w:tcPr>
            <w:tcW w:w="5812" w:type="dxa"/>
          </w:tcPr>
          <w:p w14:paraId="0127B0D9" w14:textId="430A3A66"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sidRPr="00CB36AB">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B36AB"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CB36AB" w:rsidRPr="00F95FBD" w:rsidRDefault="00CB36AB" w:rsidP="00CB36AB">
            <w:pPr>
              <w:pStyle w:val="Tabulka"/>
              <w:rPr>
                <w:rStyle w:val="Nadpisvtabulce"/>
                <w:b w:val="0"/>
              </w:rPr>
            </w:pPr>
            <w:r w:rsidRPr="00F95FBD">
              <w:rPr>
                <w:rStyle w:val="Nadpisvtabulce"/>
                <w:b w:val="0"/>
              </w:rPr>
              <w:t>Jméno a příjmení</w:t>
            </w:r>
          </w:p>
        </w:tc>
        <w:tc>
          <w:tcPr>
            <w:tcW w:w="5812" w:type="dxa"/>
          </w:tcPr>
          <w:p w14:paraId="4A97CB56" w14:textId="738DCDBA" w:rsidR="00CB36AB" w:rsidRPr="00CB36AB" w:rsidRDefault="00CB36AB" w:rsidP="00CB36A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CB36AB"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CB36AB" w:rsidRPr="00F95FBD" w:rsidRDefault="00CB36AB" w:rsidP="00CB36AB">
            <w:pPr>
              <w:pStyle w:val="Tabulka"/>
              <w:rPr>
                <w:sz w:val="18"/>
              </w:rPr>
            </w:pPr>
            <w:r w:rsidRPr="00F95FBD">
              <w:rPr>
                <w:sz w:val="18"/>
              </w:rPr>
              <w:t>Adresa</w:t>
            </w:r>
          </w:p>
        </w:tc>
        <w:tc>
          <w:tcPr>
            <w:tcW w:w="5812" w:type="dxa"/>
          </w:tcPr>
          <w:p w14:paraId="7D9727B9" w14:textId="4D240C70"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sidRPr="00CB36AB">
              <w:rPr>
                <w:sz w:val="18"/>
              </w:rPr>
              <w:t>Správa železnic, státní organizace, OŘ OVA, Muglinovská 1038/5, 702 00 Ostrava</w:t>
            </w:r>
          </w:p>
        </w:tc>
      </w:tr>
      <w:tr w:rsidR="00CB36AB"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CB36AB" w:rsidRPr="00F95FBD" w:rsidRDefault="00CB36AB" w:rsidP="00CB36AB">
            <w:pPr>
              <w:pStyle w:val="Tabulka"/>
              <w:rPr>
                <w:sz w:val="18"/>
              </w:rPr>
            </w:pPr>
            <w:r w:rsidRPr="00F95FBD">
              <w:rPr>
                <w:sz w:val="18"/>
              </w:rPr>
              <w:t>E-mail</w:t>
            </w:r>
          </w:p>
        </w:tc>
        <w:tc>
          <w:tcPr>
            <w:tcW w:w="5812" w:type="dxa"/>
          </w:tcPr>
          <w:p w14:paraId="20A5C5EE" w14:textId="54A0EC5A"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CibulkaR</w:t>
            </w:r>
            <w:r w:rsidRPr="00CB36AB">
              <w:rPr>
                <w:sz w:val="18"/>
              </w:rPr>
              <w:t>@spravazeleznic.cz</w:t>
            </w:r>
          </w:p>
        </w:tc>
      </w:tr>
      <w:tr w:rsidR="00CB36AB"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CB36AB" w:rsidRPr="00F95FBD" w:rsidRDefault="00CB36AB" w:rsidP="00CB36AB">
            <w:pPr>
              <w:pStyle w:val="Tabulka"/>
              <w:rPr>
                <w:sz w:val="18"/>
              </w:rPr>
            </w:pPr>
            <w:r w:rsidRPr="00F95FBD">
              <w:rPr>
                <w:sz w:val="18"/>
              </w:rPr>
              <w:t>Telefon</w:t>
            </w:r>
          </w:p>
        </w:tc>
        <w:tc>
          <w:tcPr>
            <w:tcW w:w="5812" w:type="dxa"/>
          </w:tcPr>
          <w:p w14:paraId="09034708" w14:textId="569E01C5" w:rsidR="00CB36AB" w:rsidRPr="00CB36AB" w:rsidRDefault="00CB36AB" w:rsidP="00CB36A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972 762 551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F703B3" w:rsidRDefault="002C7A28" w:rsidP="002C7A28">
            <w:pPr>
              <w:pStyle w:val="Nadpistabulky"/>
              <w:pBdr>
                <w:top w:val="none" w:sz="0" w:space="0" w:color="auto"/>
              </w:pBdr>
              <w:jc w:val="center"/>
            </w:pPr>
            <w:r w:rsidRPr="00F703B3">
              <w:rPr>
                <w:sz w:val="18"/>
                <w:szCs w:val="18"/>
              </w:rPr>
              <w:t>Druh pojištění</w:t>
            </w:r>
          </w:p>
        </w:tc>
        <w:tc>
          <w:tcPr>
            <w:tcW w:w="2500" w:type="pct"/>
          </w:tcPr>
          <w:p w14:paraId="0DFC0DA9" w14:textId="77777777" w:rsidR="002C7A28" w:rsidRPr="00F703B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F703B3">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F703B3" w:rsidRDefault="002C7A28" w:rsidP="00165977">
            <w:pPr>
              <w:pStyle w:val="Tabulka"/>
            </w:pPr>
            <w:r w:rsidRPr="00F703B3">
              <w:rPr>
                <w:sz w:val="18"/>
              </w:rPr>
              <w:t>Pojištění odpovědnosti za škodu způsobenou Zhotovitelem při výkonu podnikatelské činnosti třetím osobám</w:t>
            </w:r>
          </w:p>
        </w:tc>
        <w:tc>
          <w:tcPr>
            <w:tcW w:w="2500" w:type="pct"/>
          </w:tcPr>
          <w:p w14:paraId="1FC763E1" w14:textId="3860E3CA" w:rsidR="002C7A28" w:rsidRPr="00F703B3" w:rsidRDefault="002A784C" w:rsidP="00F703B3">
            <w:pPr>
              <w:pStyle w:val="Tabulka"/>
              <w:cnfStyle w:val="000000000000" w:firstRow="0" w:lastRow="0" w:firstColumn="0" w:lastColumn="0" w:oddVBand="0" w:evenVBand="0" w:oddHBand="0" w:evenHBand="0" w:firstRowFirstColumn="0" w:firstRowLastColumn="0" w:lastRowFirstColumn="0" w:lastRowLastColumn="0"/>
              <w:rPr>
                <w:sz w:val="18"/>
              </w:rPr>
            </w:pPr>
            <w:r w:rsidRPr="00F703B3">
              <w:rPr>
                <w:rFonts w:eastAsia="Times New Roman" w:cs="Calibri"/>
                <w:sz w:val="18"/>
                <w:lang w:eastAsia="cs-CZ"/>
              </w:rPr>
              <w:t>M</w:t>
            </w:r>
            <w:r w:rsidR="002C7A28" w:rsidRPr="00F703B3">
              <w:rPr>
                <w:rFonts w:eastAsia="Times New Roman" w:cs="Calibri"/>
                <w:sz w:val="18"/>
                <w:lang w:eastAsia="cs-CZ"/>
              </w:rPr>
              <w:t xml:space="preserve">inimálně </w:t>
            </w:r>
            <w:r w:rsidR="00F703B3" w:rsidRPr="00F703B3">
              <w:rPr>
                <w:rFonts w:eastAsia="Times New Roman" w:cs="Calibri"/>
                <w:color w:val="000000"/>
                <w:sz w:val="18"/>
                <w:lang w:eastAsia="cs-CZ"/>
              </w:rPr>
              <w:t>10</w:t>
            </w:r>
            <w:r w:rsidR="002C7A28" w:rsidRPr="00F703B3">
              <w:rPr>
                <w:rFonts w:eastAsia="Times New Roman" w:cs="Calibri"/>
                <w:color w:val="000000"/>
                <w:sz w:val="18"/>
                <w:lang w:eastAsia="cs-CZ"/>
              </w:rPr>
              <w:t xml:space="preserve"> mil. Kč</w:t>
            </w:r>
            <w:r w:rsidR="002C7A28" w:rsidRPr="00F703B3">
              <w:rPr>
                <w:rFonts w:eastAsia="Times New Roman" w:cs="Calibri"/>
                <w:sz w:val="18"/>
                <w:lang w:eastAsia="cs-CZ"/>
              </w:rPr>
              <w:t xml:space="preserve"> na jednu pojistnou událost a </w:t>
            </w:r>
            <w:r w:rsidR="00F703B3" w:rsidRPr="00F703B3">
              <w:rPr>
                <w:rFonts w:eastAsia="Times New Roman" w:cs="Calibri"/>
                <w:sz w:val="18"/>
                <w:lang w:eastAsia="cs-CZ"/>
              </w:rPr>
              <w:t xml:space="preserve">10 </w:t>
            </w:r>
            <w:r w:rsidR="002C7A28" w:rsidRPr="00F703B3">
              <w:rPr>
                <w:rFonts w:eastAsia="Times New Roman" w:cs="Calibri"/>
                <w:sz w:val="18"/>
                <w:lang w:eastAsia="cs-CZ"/>
              </w:rPr>
              <w:t>mil. Kč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EB3F1B" w:rsidRDefault="00EB3F1B" w:rsidP="00962258">
      <w:pPr>
        <w:spacing w:after="0" w:line="240" w:lineRule="auto"/>
      </w:pPr>
      <w:r>
        <w:separator/>
      </w:r>
    </w:p>
  </w:endnote>
  <w:endnote w:type="continuationSeparator" w:id="0">
    <w:p w14:paraId="5DF7408C" w14:textId="77777777" w:rsidR="00EB3F1B" w:rsidRDefault="00EB3F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63C011FA" w14:textId="77777777" w:rsidTr="00EB46E5">
      <w:tc>
        <w:tcPr>
          <w:tcW w:w="1361" w:type="dxa"/>
          <w:tcMar>
            <w:left w:w="0" w:type="dxa"/>
            <w:right w:w="0" w:type="dxa"/>
          </w:tcMar>
          <w:vAlign w:val="bottom"/>
        </w:tcPr>
        <w:p w14:paraId="2E9D9968" w14:textId="5001F992" w:rsidR="00EB3F1B" w:rsidRPr="00B8518B" w:rsidRDefault="00EB3F1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EB3F1B" w:rsidRDefault="00EB3F1B" w:rsidP="00B8518B">
          <w:pPr>
            <w:pStyle w:val="Zpat"/>
          </w:pPr>
        </w:p>
      </w:tc>
      <w:tc>
        <w:tcPr>
          <w:tcW w:w="425" w:type="dxa"/>
          <w:shd w:val="clear" w:color="auto" w:fill="auto"/>
          <w:tcMar>
            <w:left w:w="0" w:type="dxa"/>
            <w:right w:w="0" w:type="dxa"/>
          </w:tcMar>
        </w:tcPr>
        <w:p w14:paraId="4526F625" w14:textId="77777777" w:rsidR="00EB3F1B" w:rsidRDefault="00EB3F1B" w:rsidP="00B8518B">
          <w:pPr>
            <w:pStyle w:val="Zpat"/>
          </w:pPr>
        </w:p>
      </w:tc>
      <w:tc>
        <w:tcPr>
          <w:tcW w:w="8505" w:type="dxa"/>
        </w:tcPr>
        <w:p w14:paraId="02BDBCFE" w14:textId="77777777" w:rsidR="00EB3F1B" w:rsidRPr="00E7415D" w:rsidRDefault="00EB3F1B" w:rsidP="00F422D3">
          <w:pPr>
            <w:pStyle w:val="Zpat0"/>
            <w:rPr>
              <w:b/>
            </w:rPr>
          </w:pPr>
          <w:r w:rsidRPr="00E7415D">
            <w:rPr>
              <w:b/>
            </w:rPr>
            <w:t>SMLOUVA O DÍLO</w:t>
          </w:r>
        </w:p>
        <w:p w14:paraId="4407FDB1" w14:textId="77777777" w:rsidR="00EB3F1B" w:rsidRDefault="00EB3F1B" w:rsidP="00F422D3">
          <w:pPr>
            <w:pStyle w:val="Zpat0"/>
          </w:pPr>
          <w:r>
            <w:t>Zhotovení stavby</w:t>
          </w:r>
        </w:p>
        <w:p w14:paraId="019C4999" w14:textId="6051F2F2" w:rsidR="00EB3F1B" w:rsidRDefault="00EB3F1B" w:rsidP="00EB3F1B">
          <w:pPr>
            <w:pStyle w:val="Zpat0"/>
          </w:pPr>
          <w:r>
            <w:t>VS 63520221</w:t>
          </w:r>
        </w:p>
      </w:tc>
    </w:tr>
  </w:tbl>
  <w:p w14:paraId="5A7E81C8" w14:textId="77777777" w:rsidR="00EB3F1B" w:rsidRPr="00B8518B" w:rsidRDefault="00EB3F1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17308300" w14:textId="77777777" w:rsidTr="00EB46E5">
      <w:tc>
        <w:tcPr>
          <w:tcW w:w="1361" w:type="dxa"/>
          <w:tcMar>
            <w:left w:w="0" w:type="dxa"/>
            <w:right w:w="0" w:type="dxa"/>
          </w:tcMar>
          <w:vAlign w:val="bottom"/>
        </w:tcPr>
        <w:p w14:paraId="525EAA5D" w14:textId="6567934B" w:rsidR="00EB3F1B" w:rsidRPr="00B8518B" w:rsidRDefault="00EB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67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7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EB3F1B" w:rsidRDefault="00EB3F1B" w:rsidP="00B8518B">
          <w:pPr>
            <w:pStyle w:val="Zpat"/>
          </w:pPr>
        </w:p>
      </w:tc>
      <w:tc>
        <w:tcPr>
          <w:tcW w:w="425" w:type="dxa"/>
          <w:shd w:val="clear" w:color="auto" w:fill="auto"/>
          <w:tcMar>
            <w:left w:w="0" w:type="dxa"/>
            <w:right w:w="0" w:type="dxa"/>
          </w:tcMar>
        </w:tcPr>
        <w:p w14:paraId="56CCE54B" w14:textId="77777777" w:rsidR="00EB3F1B" w:rsidRDefault="00EB3F1B" w:rsidP="00B8518B">
          <w:pPr>
            <w:pStyle w:val="Zpat"/>
          </w:pPr>
        </w:p>
      </w:tc>
      <w:tc>
        <w:tcPr>
          <w:tcW w:w="8505" w:type="dxa"/>
        </w:tcPr>
        <w:p w14:paraId="0D8541CB" w14:textId="77777777" w:rsidR="00EB3F1B" w:rsidRPr="00143EC0" w:rsidRDefault="00EB3F1B" w:rsidP="00F422D3">
          <w:pPr>
            <w:pStyle w:val="Zpat0"/>
            <w:rPr>
              <w:b/>
            </w:rPr>
          </w:pPr>
          <w:r>
            <w:rPr>
              <w:b/>
            </w:rPr>
            <w:t>PŘÍLOHA č. 8</w:t>
          </w:r>
        </w:p>
        <w:p w14:paraId="4C39D087" w14:textId="77777777" w:rsidR="00EB3F1B" w:rsidRDefault="00EB3F1B" w:rsidP="00F95FBD">
          <w:pPr>
            <w:pStyle w:val="Zpat0"/>
          </w:pPr>
          <w:r>
            <w:t xml:space="preserve">SMLOUVA O DÍLO - Zhotovení stavby </w:t>
          </w:r>
        </w:p>
        <w:p w14:paraId="6101A554" w14:textId="3C18F6DE" w:rsidR="00EB3F1B" w:rsidRDefault="00EB3F1B" w:rsidP="00EB3F1B">
          <w:pPr>
            <w:pStyle w:val="Zpat0"/>
          </w:pPr>
          <w:r>
            <w:t>VS 63520221</w:t>
          </w:r>
        </w:p>
      </w:tc>
    </w:tr>
  </w:tbl>
  <w:p w14:paraId="3B1E57AA" w14:textId="77777777" w:rsidR="00EB3F1B" w:rsidRPr="00B8518B" w:rsidRDefault="00EB3F1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3201FA37" w14:textId="77777777" w:rsidTr="00EB46E5">
      <w:tc>
        <w:tcPr>
          <w:tcW w:w="1361" w:type="dxa"/>
          <w:tcMar>
            <w:left w:w="0" w:type="dxa"/>
            <w:right w:w="0" w:type="dxa"/>
          </w:tcMar>
          <w:vAlign w:val="bottom"/>
        </w:tcPr>
        <w:p w14:paraId="15368792" w14:textId="3D452886" w:rsidR="00EB3F1B" w:rsidRPr="00B8518B" w:rsidRDefault="00EB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EB3F1B" w:rsidRDefault="00EB3F1B" w:rsidP="00B8518B">
          <w:pPr>
            <w:pStyle w:val="Zpat"/>
          </w:pPr>
        </w:p>
      </w:tc>
      <w:tc>
        <w:tcPr>
          <w:tcW w:w="425" w:type="dxa"/>
          <w:shd w:val="clear" w:color="auto" w:fill="auto"/>
          <w:tcMar>
            <w:left w:w="0" w:type="dxa"/>
            <w:right w:w="0" w:type="dxa"/>
          </w:tcMar>
        </w:tcPr>
        <w:p w14:paraId="3E81B5D4" w14:textId="77777777" w:rsidR="00EB3F1B" w:rsidRDefault="00EB3F1B" w:rsidP="00B8518B">
          <w:pPr>
            <w:pStyle w:val="Zpat"/>
          </w:pPr>
        </w:p>
      </w:tc>
      <w:tc>
        <w:tcPr>
          <w:tcW w:w="8505" w:type="dxa"/>
        </w:tcPr>
        <w:p w14:paraId="112956B7" w14:textId="77777777" w:rsidR="00EB3F1B" w:rsidRPr="00143EC0" w:rsidRDefault="00EB3F1B" w:rsidP="00F422D3">
          <w:pPr>
            <w:pStyle w:val="Zpat0"/>
            <w:rPr>
              <w:b/>
            </w:rPr>
          </w:pPr>
          <w:r>
            <w:rPr>
              <w:b/>
            </w:rPr>
            <w:t>PŘÍLOHA č. 9</w:t>
          </w:r>
        </w:p>
        <w:p w14:paraId="79F07601" w14:textId="77777777" w:rsidR="00EB3F1B" w:rsidRDefault="00EB3F1B" w:rsidP="00F95FBD">
          <w:pPr>
            <w:pStyle w:val="Zpat0"/>
          </w:pPr>
          <w:r>
            <w:t>SMLOUVA O DÍLO - Zhotovení stavby</w:t>
          </w:r>
        </w:p>
        <w:p w14:paraId="18EC082A" w14:textId="31BEAC9D" w:rsidR="00EB3F1B" w:rsidRDefault="00EB3F1B" w:rsidP="00EB3F1B">
          <w:pPr>
            <w:pStyle w:val="Zpat0"/>
          </w:pPr>
          <w:r>
            <w:t>VS 63520221</w:t>
          </w:r>
        </w:p>
      </w:tc>
    </w:tr>
  </w:tbl>
  <w:p w14:paraId="10E8EA59" w14:textId="77777777" w:rsidR="00EB3F1B" w:rsidRPr="00B8518B" w:rsidRDefault="00EB3F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EB3F1B" w:rsidRPr="00B8518B" w:rsidRDefault="00EB3F1B" w:rsidP="00460660">
    <w:pPr>
      <w:pStyle w:val="Zpat"/>
      <w:rPr>
        <w:sz w:val="2"/>
        <w:szCs w:val="2"/>
      </w:rPr>
    </w:pPr>
  </w:p>
  <w:p w14:paraId="304430F9" w14:textId="77777777" w:rsidR="00EB3F1B" w:rsidRPr="00460660" w:rsidRDefault="00EB3F1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314EB535" w14:textId="77777777" w:rsidTr="00EB46E5">
      <w:tc>
        <w:tcPr>
          <w:tcW w:w="1361" w:type="dxa"/>
          <w:tcMar>
            <w:left w:w="0" w:type="dxa"/>
            <w:right w:w="0" w:type="dxa"/>
          </w:tcMar>
          <w:vAlign w:val="bottom"/>
        </w:tcPr>
        <w:p w14:paraId="6260D19B" w14:textId="36B406B3" w:rsidR="00EB3F1B" w:rsidRPr="00B8518B" w:rsidRDefault="00EB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EB3F1B" w:rsidRDefault="00EB3F1B" w:rsidP="00B8518B">
          <w:pPr>
            <w:pStyle w:val="Zpat"/>
          </w:pPr>
        </w:p>
      </w:tc>
      <w:tc>
        <w:tcPr>
          <w:tcW w:w="425" w:type="dxa"/>
          <w:shd w:val="clear" w:color="auto" w:fill="auto"/>
          <w:tcMar>
            <w:left w:w="0" w:type="dxa"/>
            <w:right w:w="0" w:type="dxa"/>
          </w:tcMar>
        </w:tcPr>
        <w:p w14:paraId="7C765DF1" w14:textId="77777777" w:rsidR="00EB3F1B" w:rsidRDefault="00EB3F1B" w:rsidP="00B8518B">
          <w:pPr>
            <w:pStyle w:val="Zpat"/>
          </w:pPr>
        </w:p>
      </w:tc>
      <w:tc>
        <w:tcPr>
          <w:tcW w:w="8505" w:type="dxa"/>
        </w:tcPr>
        <w:p w14:paraId="63FEF284" w14:textId="77777777" w:rsidR="00EB3F1B" w:rsidRPr="00143EC0" w:rsidRDefault="00EB3F1B" w:rsidP="00F422D3">
          <w:pPr>
            <w:pStyle w:val="Zpat0"/>
            <w:rPr>
              <w:b/>
            </w:rPr>
          </w:pPr>
          <w:r w:rsidRPr="00143EC0">
            <w:rPr>
              <w:b/>
            </w:rPr>
            <w:t>PŘÍLOHA č. 1</w:t>
          </w:r>
        </w:p>
        <w:p w14:paraId="46AA977B" w14:textId="77777777" w:rsidR="00EB3F1B" w:rsidRDefault="00EB3F1B" w:rsidP="00F95FBD">
          <w:pPr>
            <w:pStyle w:val="Zpat0"/>
          </w:pPr>
          <w:r>
            <w:t>SMLOUVA O DÍLO - Zhotovení stavby</w:t>
          </w:r>
        </w:p>
        <w:p w14:paraId="1982283F" w14:textId="15CC6D6A" w:rsidR="00EB3F1B" w:rsidRDefault="00EB3F1B" w:rsidP="00EB3F1B">
          <w:pPr>
            <w:pStyle w:val="Zpat0"/>
          </w:pPr>
          <w:r>
            <w:t>VS 63520221</w:t>
          </w:r>
        </w:p>
      </w:tc>
    </w:tr>
  </w:tbl>
  <w:p w14:paraId="338A6E33" w14:textId="77777777" w:rsidR="00EB3F1B" w:rsidRPr="00B8518B" w:rsidRDefault="00EB3F1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140CD3B5" w14:textId="77777777" w:rsidTr="00EB46E5">
      <w:tc>
        <w:tcPr>
          <w:tcW w:w="1361" w:type="dxa"/>
          <w:tcMar>
            <w:left w:w="0" w:type="dxa"/>
            <w:right w:w="0" w:type="dxa"/>
          </w:tcMar>
          <w:vAlign w:val="bottom"/>
        </w:tcPr>
        <w:p w14:paraId="50356013" w14:textId="597AAB00"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EB3F1B" w:rsidRDefault="00EB3F1B" w:rsidP="005A7872">
          <w:pPr>
            <w:pStyle w:val="Zpat"/>
          </w:pPr>
        </w:p>
      </w:tc>
      <w:tc>
        <w:tcPr>
          <w:tcW w:w="425" w:type="dxa"/>
          <w:shd w:val="clear" w:color="auto" w:fill="auto"/>
          <w:tcMar>
            <w:left w:w="0" w:type="dxa"/>
            <w:right w:w="0" w:type="dxa"/>
          </w:tcMar>
        </w:tcPr>
        <w:p w14:paraId="474AA699" w14:textId="77777777" w:rsidR="00EB3F1B" w:rsidRDefault="00EB3F1B" w:rsidP="00B8518B">
          <w:pPr>
            <w:pStyle w:val="Zpat"/>
          </w:pPr>
        </w:p>
      </w:tc>
      <w:tc>
        <w:tcPr>
          <w:tcW w:w="8505" w:type="dxa"/>
        </w:tcPr>
        <w:p w14:paraId="15E62024" w14:textId="77777777" w:rsidR="00EB3F1B" w:rsidRPr="00143EC0" w:rsidRDefault="00EB3F1B" w:rsidP="00F422D3">
          <w:pPr>
            <w:pStyle w:val="Zpat0"/>
            <w:rPr>
              <w:b/>
            </w:rPr>
          </w:pPr>
          <w:r>
            <w:rPr>
              <w:b/>
            </w:rPr>
            <w:t>PŘÍLOHA č. 2</w:t>
          </w:r>
        </w:p>
        <w:p w14:paraId="386BAF6A" w14:textId="77777777" w:rsidR="00EB3F1B" w:rsidRDefault="00EB3F1B" w:rsidP="00F95FBD">
          <w:pPr>
            <w:pStyle w:val="Zpat0"/>
          </w:pPr>
          <w:r>
            <w:t>SMLOUVA O DÍLO - Zhotovení stavby</w:t>
          </w:r>
        </w:p>
        <w:p w14:paraId="1635410A" w14:textId="13B2E590" w:rsidR="00EB3F1B" w:rsidRDefault="00EB3F1B" w:rsidP="00EB3F1B">
          <w:pPr>
            <w:pStyle w:val="Zpat0"/>
          </w:pPr>
          <w:r>
            <w:t>VS 63520221</w:t>
          </w:r>
        </w:p>
      </w:tc>
    </w:tr>
  </w:tbl>
  <w:p w14:paraId="4B228DA3" w14:textId="77777777" w:rsidR="00EB3F1B" w:rsidRPr="00B8518B" w:rsidRDefault="00EB3F1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7DA1530E" w14:textId="77777777" w:rsidTr="00EB46E5">
      <w:tc>
        <w:tcPr>
          <w:tcW w:w="1361" w:type="dxa"/>
          <w:tcMar>
            <w:left w:w="0" w:type="dxa"/>
            <w:right w:w="0" w:type="dxa"/>
          </w:tcMar>
          <w:vAlign w:val="bottom"/>
        </w:tcPr>
        <w:p w14:paraId="326635E2" w14:textId="552F4DF1"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EB3F1B" w:rsidRDefault="00EB3F1B" w:rsidP="005A7872">
          <w:pPr>
            <w:pStyle w:val="Zpat"/>
          </w:pPr>
        </w:p>
      </w:tc>
      <w:tc>
        <w:tcPr>
          <w:tcW w:w="425" w:type="dxa"/>
          <w:shd w:val="clear" w:color="auto" w:fill="auto"/>
          <w:tcMar>
            <w:left w:w="0" w:type="dxa"/>
            <w:right w:w="0" w:type="dxa"/>
          </w:tcMar>
        </w:tcPr>
        <w:p w14:paraId="7841BA6F" w14:textId="77777777" w:rsidR="00EB3F1B" w:rsidRDefault="00EB3F1B" w:rsidP="00B8518B">
          <w:pPr>
            <w:pStyle w:val="Zpat"/>
          </w:pPr>
        </w:p>
      </w:tc>
      <w:tc>
        <w:tcPr>
          <w:tcW w:w="8505" w:type="dxa"/>
        </w:tcPr>
        <w:p w14:paraId="0C9A2266" w14:textId="77777777" w:rsidR="00EB3F1B" w:rsidRPr="00143EC0" w:rsidRDefault="00EB3F1B" w:rsidP="00F422D3">
          <w:pPr>
            <w:pStyle w:val="Zpat0"/>
            <w:rPr>
              <w:b/>
            </w:rPr>
          </w:pPr>
          <w:r>
            <w:rPr>
              <w:b/>
            </w:rPr>
            <w:t>PŘÍLOHA č. 3</w:t>
          </w:r>
        </w:p>
        <w:p w14:paraId="10265017" w14:textId="77777777" w:rsidR="00EB3F1B" w:rsidRDefault="00EB3F1B" w:rsidP="00F95FBD">
          <w:pPr>
            <w:pStyle w:val="Zpat0"/>
          </w:pPr>
          <w:r>
            <w:t>SMLOUVA O DÍLO - Zhotovení stavby</w:t>
          </w:r>
        </w:p>
        <w:p w14:paraId="28DB3C34" w14:textId="65DBF384" w:rsidR="00EB3F1B" w:rsidRDefault="00EB3F1B" w:rsidP="00EB3F1B">
          <w:pPr>
            <w:pStyle w:val="Zpat0"/>
          </w:pPr>
          <w:r>
            <w:t>VS 63520221</w:t>
          </w:r>
        </w:p>
      </w:tc>
    </w:tr>
  </w:tbl>
  <w:p w14:paraId="30FC3AD2" w14:textId="77777777" w:rsidR="00EB3F1B" w:rsidRPr="00B8518B" w:rsidRDefault="00EB3F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0CEA4CF1" w14:textId="77777777" w:rsidTr="00EB46E5">
      <w:tc>
        <w:tcPr>
          <w:tcW w:w="1361" w:type="dxa"/>
          <w:tcMar>
            <w:left w:w="0" w:type="dxa"/>
            <w:right w:w="0" w:type="dxa"/>
          </w:tcMar>
          <w:vAlign w:val="bottom"/>
        </w:tcPr>
        <w:p w14:paraId="7E8136B2" w14:textId="48F1A40D"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EB3F1B" w:rsidRDefault="00EB3F1B" w:rsidP="005A7872">
          <w:pPr>
            <w:pStyle w:val="Zpat"/>
          </w:pPr>
        </w:p>
      </w:tc>
      <w:tc>
        <w:tcPr>
          <w:tcW w:w="425" w:type="dxa"/>
          <w:shd w:val="clear" w:color="auto" w:fill="auto"/>
          <w:tcMar>
            <w:left w:w="0" w:type="dxa"/>
            <w:right w:w="0" w:type="dxa"/>
          </w:tcMar>
        </w:tcPr>
        <w:p w14:paraId="5D1DC7A7" w14:textId="77777777" w:rsidR="00EB3F1B" w:rsidRDefault="00EB3F1B" w:rsidP="00B8518B">
          <w:pPr>
            <w:pStyle w:val="Zpat"/>
          </w:pPr>
        </w:p>
      </w:tc>
      <w:tc>
        <w:tcPr>
          <w:tcW w:w="8505" w:type="dxa"/>
        </w:tcPr>
        <w:p w14:paraId="5A814BF3" w14:textId="77777777" w:rsidR="00EB3F1B" w:rsidRPr="00143EC0" w:rsidRDefault="00EB3F1B" w:rsidP="00F422D3">
          <w:pPr>
            <w:pStyle w:val="Zpat0"/>
            <w:rPr>
              <w:b/>
            </w:rPr>
          </w:pPr>
          <w:r>
            <w:rPr>
              <w:b/>
            </w:rPr>
            <w:t>PŘÍLOHA č. 4</w:t>
          </w:r>
        </w:p>
        <w:p w14:paraId="2D4B93E7" w14:textId="77777777" w:rsidR="00EB3F1B" w:rsidRDefault="00EB3F1B" w:rsidP="00F95FBD">
          <w:pPr>
            <w:pStyle w:val="Zpat0"/>
          </w:pPr>
          <w:r>
            <w:t>SMLOUVA O DÍLO - Zhotovení stavby</w:t>
          </w:r>
        </w:p>
        <w:p w14:paraId="4775CA9A" w14:textId="518E7B73" w:rsidR="00EB3F1B" w:rsidRDefault="00EB3F1B" w:rsidP="00EB3F1B">
          <w:pPr>
            <w:pStyle w:val="Zpat0"/>
          </w:pPr>
          <w:r>
            <w:t>VS 63520221</w:t>
          </w:r>
        </w:p>
      </w:tc>
    </w:tr>
  </w:tbl>
  <w:p w14:paraId="1396689C" w14:textId="77777777" w:rsidR="00EB3F1B" w:rsidRPr="00B8518B" w:rsidRDefault="00EB3F1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4EA947C1" w14:textId="77777777" w:rsidTr="00EB46E5">
      <w:tc>
        <w:tcPr>
          <w:tcW w:w="1361" w:type="dxa"/>
          <w:tcMar>
            <w:left w:w="0" w:type="dxa"/>
            <w:right w:w="0" w:type="dxa"/>
          </w:tcMar>
          <w:vAlign w:val="bottom"/>
        </w:tcPr>
        <w:p w14:paraId="566CEAD2" w14:textId="702FBCDE"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EB3F1B" w:rsidRDefault="00EB3F1B" w:rsidP="005A7872">
          <w:pPr>
            <w:pStyle w:val="Zpat"/>
          </w:pPr>
        </w:p>
      </w:tc>
      <w:tc>
        <w:tcPr>
          <w:tcW w:w="425" w:type="dxa"/>
          <w:shd w:val="clear" w:color="auto" w:fill="auto"/>
          <w:tcMar>
            <w:left w:w="0" w:type="dxa"/>
            <w:right w:w="0" w:type="dxa"/>
          </w:tcMar>
        </w:tcPr>
        <w:p w14:paraId="694F7FA4" w14:textId="77777777" w:rsidR="00EB3F1B" w:rsidRDefault="00EB3F1B" w:rsidP="00B8518B">
          <w:pPr>
            <w:pStyle w:val="Zpat"/>
          </w:pPr>
        </w:p>
      </w:tc>
      <w:tc>
        <w:tcPr>
          <w:tcW w:w="8505" w:type="dxa"/>
        </w:tcPr>
        <w:p w14:paraId="29E09D02" w14:textId="77777777" w:rsidR="00EB3F1B" w:rsidRPr="00143EC0" w:rsidRDefault="00EB3F1B" w:rsidP="00F422D3">
          <w:pPr>
            <w:pStyle w:val="Zpat0"/>
            <w:rPr>
              <w:b/>
            </w:rPr>
          </w:pPr>
          <w:r>
            <w:rPr>
              <w:b/>
            </w:rPr>
            <w:t>PŘÍLOHA č. 5</w:t>
          </w:r>
        </w:p>
        <w:p w14:paraId="28F414D1" w14:textId="77777777" w:rsidR="00EB3F1B" w:rsidRDefault="00EB3F1B" w:rsidP="00F95FBD">
          <w:pPr>
            <w:pStyle w:val="Zpat0"/>
          </w:pPr>
          <w:r>
            <w:t>SMLOUVA O DÍLO - Zhotovení stavby</w:t>
          </w:r>
        </w:p>
        <w:p w14:paraId="36CF6D85" w14:textId="01B8B68A" w:rsidR="00EB3F1B" w:rsidRDefault="00EB3F1B" w:rsidP="00EB3F1B">
          <w:pPr>
            <w:pStyle w:val="Zpat0"/>
          </w:pPr>
          <w:r>
            <w:t>VS 63520221</w:t>
          </w:r>
        </w:p>
      </w:tc>
    </w:tr>
  </w:tbl>
  <w:p w14:paraId="4F32990B" w14:textId="77777777" w:rsidR="00EB3F1B" w:rsidRPr="00B8518B" w:rsidRDefault="00EB3F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1F2AC00C" w14:textId="77777777" w:rsidTr="00EB46E5">
      <w:tc>
        <w:tcPr>
          <w:tcW w:w="1361" w:type="dxa"/>
          <w:tcMar>
            <w:left w:w="0" w:type="dxa"/>
            <w:right w:w="0" w:type="dxa"/>
          </w:tcMar>
          <w:vAlign w:val="bottom"/>
        </w:tcPr>
        <w:p w14:paraId="494D2CA5" w14:textId="405A6F83"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EB3F1B" w:rsidRDefault="00EB3F1B" w:rsidP="005A7872">
          <w:pPr>
            <w:pStyle w:val="Zpat"/>
          </w:pPr>
        </w:p>
      </w:tc>
      <w:tc>
        <w:tcPr>
          <w:tcW w:w="425" w:type="dxa"/>
          <w:shd w:val="clear" w:color="auto" w:fill="auto"/>
          <w:tcMar>
            <w:left w:w="0" w:type="dxa"/>
            <w:right w:w="0" w:type="dxa"/>
          </w:tcMar>
        </w:tcPr>
        <w:p w14:paraId="6549ADC0" w14:textId="77777777" w:rsidR="00EB3F1B" w:rsidRDefault="00EB3F1B" w:rsidP="00B8518B">
          <w:pPr>
            <w:pStyle w:val="Zpat"/>
          </w:pPr>
        </w:p>
      </w:tc>
      <w:tc>
        <w:tcPr>
          <w:tcW w:w="8505" w:type="dxa"/>
        </w:tcPr>
        <w:p w14:paraId="569B90CA" w14:textId="77777777" w:rsidR="00EB3F1B" w:rsidRPr="00143EC0" w:rsidRDefault="00EB3F1B" w:rsidP="00F422D3">
          <w:pPr>
            <w:pStyle w:val="Zpat0"/>
            <w:rPr>
              <w:b/>
            </w:rPr>
          </w:pPr>
          <w:r>
            <w:rPr>
              <w:b/>
            </w:rPr>
            <w:t>PŘÍLOHA č. 6</w:t>
          </w:r>
        </w:p>
        <w:p w14:paraId="290E80C2" w14:textId="77777777" w:rsidR="00EB3F1B" w:rsidRDefault="00EB3F1B" w:rsidP="00F95FBD">
          <w:pPr>
            <w:pStyle w:val="Zpat0"/>
          </w:pPr>
          <w:r>
            <w:t>SMLOUVA O DÍLO - Zhotovení stavby</w:t>
          </w:r>
        </w:p>
        <w:p w14:paraId="2C6E511E" w14:textId="697B8FF2" w:rsidR="00EB3F1B" w:rsidRDefault="00EB3F1B" w:rsidP="00EB3F1B">
          <w:pPr>
            <w:pStyle w:val="Zpat0"/>
          </w:pPr>
          <w:r>
            <w:t>VS 63520221</w:t>
          </w:r>
        </w:p>
      </w:tc>
    </w:tr>
  </w:tbl>
  <w:p w14:paraId="46163F29" w14:textId="77777777" w:rsidR="00EB3F1B" w:rsidRPr="00B8518B" w:rsidRDefault="00EB3F1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F1B" w14:paraId="080765E9" w14:textId="77777777" w:rsidTr="00EB46E5">
      <w:tc>
        <w:tcPr>
          <w:tcW w:w="1361" w:type="dxa"/>
          <w:tcMar>
            <w:left w:w="0" w:type="dxa"/>
            <w:right w:w="0" w:type="dxa"/>
          </w:tcMar>
          <w:vAlign w:val="bottom"/>
        </w:tcPr>
        <w:p w14:paraId="389DF0E2" w14:textId="24CB9B3F" w:rsidR="00EB3F1B" w:rsidRPr="00B8518B" w:rsidRDefault="00EB3F1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0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0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EB3F1B" w:rsidRDefault="00EB3F1B" w:rsidP="005A7872">
          <w:pPr>
            <w:pStyle w:val="Zpat"/>
          </w:pPr>
        </w:p>
      </w:tc>
      <w:tc>
        <w:tcPr>
          <w:tcW w:w="425" w:type="dxa"/>
          <w:shd w:val="clear" w:color="auto" w:fill="auto"/>
          <w:tcMar>
            <w:left w:w="0" w:type="dxa"/>
            <w:right w:w="0" w:type="dxa"/>
          </w:tcMar>
        </w:tcPr>
        <w:p w14:paraId="0645F417" w14:textId="77777777" w:rsidR="00EB3F1B" w:rsidRDefault="00EB3F1B" w:rsidP="00B8518B">
          <w:pPr>
            <w:pStyle w:val="Zpat"/>
          </w:pPr>
        </w:p>
      </w:tc>
      <w:tc>
        <w:tcPr>
          <w:tcW w:w="8505" w:type="dxa"/>
        </w:tcPr>
        <w:p w14:paraId="44B1DBF7" w14:textId="77777777" w:rsidR="00EB3F1B" w:rsidRPr="00143EC0" w:rsidRDefault="00EB3F1B" w:rsidP="00F422D3">
          <w:pPr>
            <w:pStyle w:val="Zpat0"/>
            <w:rPr>
              <w:b/>
            </w:rPr>
          </w:pPr>
          <w:r>
            <w:rPr>
              <w:b/>
            </w:rPr>
            <w:t>PŘÍLOHA č. 7</w:t>
          </w:r>
        </w:p>
        <w:p w14:paraId="765062C0" w14:textId="77777777" w:rsidR="00EB3F1B" w:rsidRDefault="00EB3F1B" w:rsidP="00F95FBD">
          <w:pPr>
            <w:pStyle w:val="Zpat0"/>
          </w:pPr>
          <w:r>
            <w:t>SMLOUVA O DÍLO - Zhotovení stavby</w:t>
          </w:r>
        </w:p>
        <w:p w14:paraId="04E95FA8" w14:textId="56603F7C" w:rsidR="00EB3F1B" w:rsidRDefault="00EB3F1B" w:rsidP="00EB3F1B">
          <w:pPr>
            <w:pStyle w:val="Zpat0"/>
          </w:pPr>
          <w:r>
            <w:t>VS 63520221</w:t>
          </w:r>
        </w:p>
      </w:tc>
    </w:tr>
  </w:tbl>
  <w:p w14:paraId="1EDD3FC3" w14:textId="77777777" w:rsidR="00EB3F1B" w:rsidRPr="00B8518B" w:rsidRDefault="00EB3F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EB3F1B" w:rsidRDefault="00EB3F1B" w:rsidP="00962258">
      <w:pPr>
        <w:spacing w:after="0" w:line="240" w:lineRule="auto"/>
      </w:pPr>
      <w:r>
        <w:separator/>
      </w:r>
    </w:p>
  </w:footnote>
  <w:footnote w:type="continuationSeparator" w:id="0">
    <w:p w14:paraId="0B2CF86F" w14:textId="77777777" w:rsidR="00EB3F1B" w:rsidRDefault="00EB3F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F1B" w14:paraId="797A77E3" w14:textId="77777777" w:rsidTr="00C02D0A">
      <w:trPr>
        <w:trHeight w:hRule="exact" w:val="454"/>
      </w:trPr>
      <w:tc>
        <w:tcPr>
          <w:tcW w:w="1361" w:type="dxa"/>
          <w:tcMar>
            <w:top w:w="57" w:type="dxa"/>
            <w:left w:w="0" w:type="dxa"/>
            <w:right w:w="0" w:type="dxa"/>
          </w:tcMar>
        </w:tcPr>
        <w:p w14:paraId="1075843C" w14:textId="77777777" w:rsidR="00EB3F1B" w:rsidRPr="00B8518B" w:rsidRDefault="00EB3F1B" w:rsidP="00523EA7">
          <w:pPr>
            <w:pStyle w:val="Zpat"/>
            <w:rPr>
              <w:rStyle w:val="slostrnky"/>
            </w:rPr>
          </w:pPr>
        </w:p>
      </w:tc>
      <w:tc>
        <w:tcPr>
          <w:tcW w:w="3458" w:type="dxa"/>
          <w:shd w:val="clear" w:color="auto" w:fill="auto"/>
          <w:tcMar>
            <w:top w:w="57" w:type="dxa"/>
            <w:left w:w="0" w:type="dxa"/>
            <w:right w:w="0" w:type="dxa"/>
          </w:tcMar>
        </w:tcPr>
        <w:p w14:paraId="075E9996" w14:textId="77777777" w:rsidR="00EB3F1B" w:rsidRDefault="00EB3F1B" w:rsidP="00523EA7">
          <w:pPr>
            <w:pStyle w:val="Zpat"/>
          </w:pPr>
        </w:p>
      </w:tc>
      <w:tc>
        <w:tcPr>
          <w:tcW w:w="5698" w:type="dxa"/>
          <w:shd w:val="clear" w:color="auto" w:fill="auto"/>
          <w:tcMar>
            <w:top w:w="57" w:type="dxa"/>
            <w:left w:w="0" w:type="dxa"/>
            <w:right w:w="0" w:type="dxa"/>
          </w:tcMar>
        </w:tcPr>
        <w:p w14:paraId="5336D447" w14:textId="77777777" w:rsidR="00EB3F1B" w:rsidRPr="00D6163D" w:rsidRDefault="00EB3F1B" w:rsidP="00D6163D">
          <w:pPr>
            <w:pStyle w:val="Druhdokumentu"/>
          </w:pPr>
        </w:p>
      </w:tc>
    </w:tr>
  </w:tbl>
  <w:p w14:paraId="6A564655" w14:textId="77777777" w:rsidR="00EB3F1B" w:rsidRPr="00D6163D" w:rsidRDefault="00EB3F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F1B" w:rsidRPr="008601BB" w14:paraId="50B31BD3" w14:textId="77777777" w:rsidTr="00B22106">
      <w:trPr>
        <w:trHeight w:hRule="exact" w:val="936"/>
      </w:trPr>
      <w:tc>
        <w:tcPr>
          <w:tcW w:w="1361" w:type="dxa"/>
          <w:tcMar>
            <w:left w:w="0" w:type="dxa"/>
            <w:right w:w="0" w:type="dxa"/>
          </w:tcMar>
        </w:tcPr>
        <w:p w14:paraId="06DA87C5" w14:textId="77777777" w:rsidR="00EB3F1B" w:rsidRPr="00B8518B" w:rsidRDefault="00EB3F1B" w:rsidP="00FC6389">
          <w:pPr>
            <w:pStyle w:val="Zpat"/>
            <w:rPr>
              <w:rStyle w:val="slostrnky"/>
            </w:rPr>
          </w:pPr>
        </w:p>
      </w:tc>
      <w:tc>
        <w:tcPr>
          <w:tcW w:w="3458" w:type="dxa"/>
          <w:shd w:val="clear" w:color="auto" w:fill="auto"/>
          <w:tcMar>
            <w:left w:w="0" w:type="dxa"/>
            <w:right w:w="0" w:type="dxa"/>
          </w:tcMar>
        </w:tcPr>
        <w:p w14:paraId="08973C54" w14:textId="77777777" w:rsidR="00EB3F1B" w:rsidRDefault="00EB3F1B" w:rsidP="00FC6389">
          <w:pPr>
            <w:pStyle w:val="Zpat"/>
          </w:pPr>
        </w:p>
      </w:tc>
      <w:tc>
        <w:tcPr>
          <w:tcW w:w="5756" w:type="dxa"/>
          <w:shd w:val="clear" w:color="auto" w:fill="auto"/>
          <w:tcMar>
            <w:left w:w="0" w:type="dxa"/>
            <w:right w:w="0" w:type="dxa"/>
          </w:tcMar>
        </w:tcPr>
        <w:p w14:paraId="2CF218FD" w14:textId="77777777" w:rsidR="00EB3F1B" w:rsidRPr="008601BB" w:rsidRDefault="00EB3F1B" w:rsidP="00FC6389">
          <w:pPr>
            <w:pStyle w:val="Druhdokumentu"/>
            <w:rPr>
              <w:sz w:val="18"/>
              <w:szCs w:val="18"/>
            </w:rPr>
          </w:pPr>
        </w:p>
        <w:p w14:paraId="5EB57DC5" w14:textId="77777777" w:rsidR="00EB3F1B" w:rsidRPr="008601BB" w:rsidRDefault="00EB3F1B" w:rsidP="008601BB">
          <w:pPr>
            <w:tabs>
              <w:tab w:val="left" w:pos="1653"/>
            </w:tabs>
            <w:rPr>
              <w:sz w:val="18"/>
            </w:rPr>
          </w:pPr>
          <w:r w:rsidRPr="008601BB">
            <w:rPr>
              <w:sz w:val="18"/>
            </w:rPr>
            <w:tab/>
          </w:r>
        </w:p>
        <w:p w14:paraId="73A6E2ED" w14:textId="77777777" w:rsidR="00EB3F1B" w:rsidRPr="008601BB" w:rsidRDefault="00EB3F1B" w:rsidP="008601BB">
          <w:pPr>
            <w:tabs>
              <w:tab w:val="left" w:pos="1653"/>
            </w:tabs>
            <w:rPr>
              <w:sz w:val="18"/>
            </w:rPr>
          </w:pPr>
        </w:p>
        <w:p w14:paraId="645CA1AB" w14:textId="0C85FF5A" w:rsidR="00EB3F1B" w:rsidRPr="008601BB" w:rsidRDefault="00EB3F1B"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EB3F1B">
            <w:rPr>
              <w:sz w:val="18"/>
            </w:rPr>
            <w:t>18693/2020-SŽ-OŘ OVA-NPI</w:t>
          </w:r>
        </w:p>
      </w:tc>
    </w:tr>
    <w:tr w:rsidR="00EB3F1B" w14:paraId="2AAAE816" w14:textId="77777777" w:rsidTr="00B22106">
      <w:trPr>
        <w:trHeight w:hRule="exact" w:val="936"/>
      </w:trPr>
      <w:tc>
        <w:tcPr>
          <w:tcW w:w="1361" w:type="dxa"/>
          <w:tcMar>
            <w:left w:w="0" w:type="dxa"/>
            <w:right w:w="0" w:type="dxa"/>
          </w:tcMar>
        </w:tcPr>
        <w:p w14:paraId="023F4D6A" w14:textId="77777777" w:rsidR="00EB3F1B" w:rsidRPr="00B8518B" w:rsidRDefault="00EB3F1B" w:rsidP="00FC6389">
          <w:pPr>
            <w:pStyle w:val="Zpat"/>
            <w:rPr>
              <w:rStyle w:val="slostrnky"/>
            </w:rPr>
          </w:pPr>
        </w:p>
      </w:tc>
      <w:tc>
        <w:tcPr>
          <w:tcW w:w="3458" w:type="dxa"/>
          <w:shd w:val="clear" w:color="auto" w:fill="auto"/>
          <w:tcMar>
            <w:left w:w="0" w:type="dxa"/>
            <w:right w:w="0" w:type="dxa"/>
          </w:tcMar>
        </w:tcPr>
        <w:p w14:paraId="5189943A" w14:textId="77777777" w:rsidR="00EB3F1B" w:rsidRDefault="00EB3F1B" w:rsidP="00FC6389">
          <w:pPr>
            <w:pStyle w:val="Zpat"/>
          </w:pPr>
        </w:p>
      </w:tc>
      <w:tc>
        <w:tcPr>
          <w:tcW w:w="5756" w:type="dxa"/>
          <w:shd w:val="clear" w:color="auto" w:fill="auto"/>
          <w:tcMar>
            <w:left w:w="0" w:type="dxa"/>
            <w:right w:w="0" w:type="dxa"/>
          </w:tcMar>
        </w:tcPr>
        <w:p w14:paraId="2608622C" w14:textId="77777777" w:rsidR="00EB3F1B" w:rsidRPr="00D6163D" w:rsidRDefault="00EB3F1B" w:rsidP="00FC6389">
          <w:pPr>
            <w:pStyle w:val="Druhdokumentu"/>
          </w:pPr>
        </w:p>
      </w:tc>
    </w:tr>
  </w:tbl>
  <w:p w14:paraId="79964D02" w14:textId="77777777" w:rsidR="00EB3F1B" w:rsidRPr="00D6163D" w:rsidRDefault="00EB3F1B"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EB3F1B" w:rsidRPr="00460660" w:rsidRDefault="00EB3F1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F1B" w14:paraId="08A55532" w14:textId="77777777" w:rsidTr="00C02D0A">
      <w:trPr>
        <w:trHeight w:hRule="exact" w:val="454"/>
      </w:trPr>
      <w:tc>
        <w:tcPr>
          <w:tcW w:w="1361" w:type="dxa"/>
          <w:tcMar>
            <w:top w:w="57" w:type="dxa"/>
            <w:left w:w="0" w:type="dxa"/>
            <w:right w:w="0" w:type="dxa"/>
          </w:tcMar>
        </w:tcPr>
        <w:p w14:paraId="7AE90E64" w14:textId="77777777" w:rsidR="00EB3F1B" w:rsidRPr="00B8518B" w:rsidRDefault="00EB3F1B" w:rsidP="00523EA7">
          <w:pPr>
            <w:pStyle w:val="Zpat"/>
            <w:rPr>
              <w:rStyle w:val="slostrnky"/>
            </w:rPr>
          </w:pPr>
        </w:p>
      </w:tc>
      <w:tc>
        <w:tcPr>
          <w:tcW w:w="3458" w:type="dxa"/>
          <w:shd w:val="clear" w:color="auto" w:fill="auto"/>
          <w:tcMar>
            <w:top w:w="57" w:type="dxa"/>
            <w:left w:w="0" w:type="dxa"/>
            <w:right w:w="0" w:type="dxa"/>
          </w:tcMar>
        </w:tcPr>
        <w:p w14:paraId="59DA0E8F" w14:textId="77777777" w:rsidR="00EB3F1B" w:rsidRDefault="00EB3F1B" w:rsidP="00523EA7">
          <w:pPr>
            <w:pStyle w:val="Zpat"/>
          </w:pPr>
        </w:p>
      </w:tc>
      <w:tc>
        <w:tcPr>
          <w:tcW w:w="5698" w:type="dxa"/>
          <w:shd w:val="clear" w:color="auto" w:fill="auto"/>
          <w:tcMar>
            <w:top w:w="57" w:type="dxa"/>
            <w:left w:w="0" w:type="dxa"/>
            <w:right w:w="0" w:type="dxa"/>
          </w:tcMar>
        </w:tcPr>
        <w:p w14:paraId="1D6D6416" w14:textId="77777777" w:rsidR="00EB3F1B" w:rsidRPr="00D6163D" w:rsidRDefault="00EB3F1B" w:rsidP="00D6163D">
          <w:pPr>
            <w:pStyle w:val="Druhdokumentu"/>
          </w:pPr>
        </w:p>
      </w:tc>
    </w:tr>
  </w:tbl>
  <w:p w14:paraId="49C2114A" w14:textId="77777777" w:rsidR="00EB3F1B" w:rsidRPr="00D6163D" w:rsidRDefault="00EB3F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F1B" w14:paraId="4C6EFF8E" w14:textId="77777777" w:rsidTr="00C02D0A">
      <w:trPr>
        <w:trHeight w:hRule="exact" w:val="454"/>
      </w:trPr>
      <w:tc>
        <w:tcPr>
          <w:tcW w:w="1361" w:type="dxa"/>
          <w:tcMar>
            <w:top w:w="57" w:type="dxa"/>
            <w:left w:w="0" w:type="dxa"/>
            <w:right w:w="0" w:type="dxa"/>
          </w:tcMar>
        </w:tcPr>
        <w:p w14:paraId="35333958" w14:textId="77777777" w:rsidR="00EB3F1B" w:rsidRPr="00B8518B" w:rsidRDefault="00EB3F1B" w:rsidP="00523EA7">
          <w:pPr>
            <w:pStyle w:val="Zpat"/>
            <w:rPr>
              <w:rStyle w:val="slostrnky"/>
            </w:rPr>
          </w:pPr>
        </w:p>
      </w:tc>
      <w:tc>
        <w:tcPr>
          <w:tcW w:w="3458" w:type="dxa"/>
          <w:shd w:val="clear" w:color="auto" w:fill="auto"/>
          <w:tcMar>
            <w:top w:w="57" w:type="dxa"/>
            <w:left w:w="0" w:type="dxa"/>
            <w:right w:w="0" w:type="dxa"/>
          </w:tcMar>
        </w:tcPr>
        <w:p w14:paraId="092BB72B" w14:textId="77777777" w:rsidR="00EB3F1B" w:rsidRDefault="00EB3F1B" w:rsidP="00523EA7">
          <w:pPr>
            <w:pStyle w:val="Zpat"/>
          </w:pPr>
        </w:p>
      </w:tc>
      <w:tc>
        <w:tcPr>
          <w:tcW w:w="5698" w:type="dxa"/>
          <w:shd w:val="clear" w:color="auto" w:fill="auto"/>
          <w:tcMar>
            <w:top w:w="57" w:type="dxa"/>
            <w:left w:w="0" w:type="dxa"/>
            <w:right w:w="0" w:type="dxa"/>
          </w:tcMar>
        </w:tcPr>
        <w:p w14:paraId="6D1EAA0F" w14:textId="77777777" w:rsidR="00EB3F1B" w:rsidRPr="00D6163D" w:rsidRDefault="00EB3F1B" w:rsidP="00D6163D">
          <w:pPr>
            <w:pStyle w:val="Druhdokumentu"/>
          </w:pPr>
        </w:p>
      </w:tc>
    </w:tr>
  </w:tbl>
  <w:p w14:paraId="594EB909" w14:textId="77777777" w:rsidR="00EB3F1B" w:rsidRPr="00D6163D" w:rsidRDefault="00EB3F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F1B" w14:paraId="228764E3" w14:textId="77777777" w:rsidTr="00C02D0A">
      <w:trPr>
        <w:trHeight w:hRule="exact" w:val="454"/>
      </w:trPr>
      <w:tc>
        <w:tcPr>
          <w:tcW w:w="1361" w:type="dxa"/>
          <w:tcMar>
            <w:top w:w="57" w:type="dxa"/>
            <w:left w:w="0" w:type="dxa"/>
            <w:right w:w="0" w:type="dxa"/>
          </w:tcMar>
        </w:tcPr>
        <w:p w14:paraId="49BFC3A1" w14:textId="77777777" w:rsidR="00EB3F1B" w:rsidRPr="00B8518B" w:rsidRDefault="00EB3F1B" w:rsidP="00523EA7">
          <w:pPr>
            <w:pStyle w:val="Zpat"/>
            <w:rPr>
              <w:rStyle w:val="slostrnky"/>
            </w:rPr>
          </w:pPr>
        </w:p>
      </w:tc>
      <w:tc>
        <w:tcPr>
          <w:tcW w:w="3458" w:type="dxa"/>
          <w:shd w:val="clear" w:color="auto" w:fill="auto"/>
          <w:tcMar>
            <w:top w:w="57" w:type="dxa"/>
            <w:left w:w="0" w:type="dxa"/>
            <w:right w:w="0" w:type="dxa"/>
          </w:tcMar>
        </w:tcPr>
        <w:p w14:paraId="5CC0C5A3" w14:textId="77777777" w:rsidR="00EB3F1B" w:rsidRDefault="00EB3F1B" w:rsidP="00523EA7">
          <w:pPr>
            <w:pStyle w:val="Zpat"/>
          </w:pPr>
        </w:p>
      </w:tc>
      <w:tc>
        <w:tcPr>
          <w:tcW w:w="5698" w:type="dxa"/>
          <w:shd w:val="clear" w:color="auto" w:fill="auto"/>
          <w:tcMar>
            <w:top w:w="57" w:type="dxa"/>
            <w:left w:w="0" w:type="dxa"/>
            <w:right w:w="0" w:type="dxa"/>
          </w:tcMar>
        </w:tcPr>
        <w:p w14:paraId="6A6AE95C" w14:textId="77777777" w:rsidR="00EB3F1B" w:rsidRPr="00D6163D" w:rsidRDefault="00EB3F1B" w:rsidP="00D6163D">
          <w:pPr>
            <w:pStyle w:val="Druhdokumentu"/>
          </w:pPr>
        </w:p>
      </w:tc>
    </w:tr>
  </w:tbl>
  <w:p w14:paraId="3F36129C" w14:textId="77777777" w:rsidR="00EB3F1B" w:rsidRPr="00D6163D" w:rsidRDefault="00EB3F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F1B" w14:paraId="36527F7C" w14:textId="77777777" w:rsidTr="00C02D0A">
      <w:trPr>
        <w:trHeight w:hRule="exact" w:val="454"/>
      </w:trPr>
      <w:tc>
        <w:tcPr>
          <w:tcW w:w="1361" w:type="dxa"/>
          <w:tcMar>
            <w:top w:w="57" w:type="dxa"/>
            <w:left w:w="0" w:type="dxa"/>
            <w:right w:w="0" w:type="dxa"/>
          </w:tcMar>
        </w:tcPr>
        <w:p w14:paraId="6107E56B" w14:textId="77777777" w:rsidR="00EB3F1B" w:rsidRPr="00B8518B" w:rsidRDefault="00EB3F1B" w:rsidP="00523EA7">
          <w:pPr>
            <w:pStyle w:val="Zpat"/>
            <w:rPr>
              <w:rStyle w:val="slostrnky"/>
            </w:rPr>
          </w:pPr>
        </w:p>
      </w:tc>
      <w:tc>
        <w:tcPr>
          <w:tcW w:w="3458" w:type="dxa"/>
          <w:shd w:val="clear" w:color="auto" w:fill="auto"/>
          <w:tcMar>
            <w:top w:w="57" w:type="dxa"/>
            <w:left w:w="0" w:type="dxa"/>
            <w:right w:w="0" w:type="dxa"/>
          </w:tcMar>
        </w:tcPr>
        <w:p w14:paraId="06F923AC" w14:textId="77777777" w:rsidR="00EB3F1B" w:rsidRDefault="00EB3F1B" w:rsidP="00523EA7">
          <w:pPr>
            <w:pStyle w:val="Zpat"/>
          </w:pPr>
        </w:p>
      </w:tc>
      <w:tc>
        <w:tcPr>
          <w:tcW w:w="5698" w:type="dxa"/>
          <w:shd w:val="clear" w:color="auto" w:fill="auto"/>
          <w:tcMar>
            <w:top w:w="57" w:type="dxa"/>
            <w:left w:w="0" w:type="dxa"/>
            <w:right w:w="0" w:type="dxa"/>
          </w:tcMar>
        </w:tcPr>
        <w:p w14:paraId="1EDA433F" w14:textId="77777777" w:rsidR="00EB3F1B" w:rsidRPr="00D6163D" w:rsidRDefault="00EB3F1B" w:rsidP="00D6163D">
          <w:pPr>
            <w:pStyle w:val="Druhdokumentu"/>
          </w:pPr>
        </w:p>
      </w:tc>
    </w:tr>
  </w:tbl>
  <w:p w14:paraId="15F18959" w14:textId="77777777" w:rsidR="00EB3F1B" w:rsidRPr="00D6163D" w:rsidRDefault="00EB3F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B30CE3"/>
    <w:multiLevelType w:val="hybridMultilevel"/>
    <w:tmpl w:val="2FD20026"/>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260B7"/>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089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36AB"/>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3F1B"/>
    <w:rsid w:val="00EB46E5"/>
    <w:rsid w:val="00EB5968"/>
    <w:rsid w:val="00ED14BD"/>
    <w:rsid w:val="00ED29F1"/>
    <w:rsid w:val="00EE0AA6"/>
    <w:rsid w:val="00EE5FF9"/>
    <w:rsid w:val="00F016C7"/>
    <w:rsid w:val="00F12DEC"/>
    <w:rsid w:val="00F1715C"/>
    <w:rsid w:val="00F24489"/>
    <w:rsid w:val="00F310F8"/>
    <w:rsid w:val="00F31533"/>
    <w:rsid w:val="00F35939"/>
    <w:rsid w:val="00F422D3"/>
    <w:rsid w:val="00F45607"/>
    <w:rsid w:val="00F4722B"/>
    <w:rsid w:val="00F54432"/>
    <w:rsid w:val="00F659EB"/>
    <w:rsid w:val="00F703B3"/>
    <w:rsid w:val="00F762A8"/>
    <w:rsid w:val="00F805A6"/>
    <w:rsid w:val="00F8673E"/>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1E6DDC5-7DE9-4463-B907-F3CF0747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TotalTime>
  <Pages>19</Pages>
  <Words>4296</Words>
  <Characters>25352</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2020-08-19T06:14:00Z</dcterms:created>
  <dcterms:modified xsi:type="dcterms:W3CDTF">2020-08-21T09:28:00Z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